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335" w:rsidRPr="00585335" w:rsidRDefault="00585335" w:rsidP="00525345">
      <w:pPr>
        <w:pStyle w:val="ProductionDirective"/>
        <w:rPr>
          <w:rFonts w:eastAsia="Microsoft YaHei"/>
        </w:rPr>
      </w:pPr>
      <w:r w:rsidRPr="00585335">
        <w:rPr>
          <w:rFonts w:eastAsia="Microsoft YaHei"/>
        </w:rPr>
        <w:t>Please replace t</w:t>
      </w:r>
      <w:bookmarkStart w:id="0" w:name="_GoBack"/>
      <w:bookmarkEnd w:id="0"/>
      <w:r w:rsidRPr="00585335">
        <w:rPr>
          <w:rFonts w:eastAsia="Microsoft YaHei"/>
        </w:rPr>
        <w:t>he error message on page 133 with this one:</w:t>
      </w:r>
    </w:p>
    <w:p w:rsidR="00585335" w:rsidRPr="00585335" w:rsidRDefault="00585335" w:rsidP="00585335">
      <w:pPr>
        <w:rPr>
          <w:rFonts w:eastAsia="Microsoft YaHei"/>
        </w:rPr>
      </w:pPr>
    </w:p>
    <w:p w:rsidR="00585335" w:rsidRPr="00585335" w:rsidRDefault="00585335" w:rsidP="00525345">
      <w:pPr>
        <w:pStyle w:val="CodeA"/>
        <w:rPr>
          <w:rFonts w:eastAsia="Microsoft YaHei"/>
        </w:rPr>
      </w:pPr>
      <w:r w:rsidRPr="00585335">
        <w:rPr>
          <w:rFonts w:eastAsia="Microsoft YaHei"/>
        </w:rPr>
        <w:t>error[E0502]: cannot borrow `v` as mutable because it is also borrowed as immutable</w:t>
      </w:r>
    </w:p>
    <w:p w:rsidR="00585335" w:rsidRPr="00585335" w:rsidRDefault="00585335" w:rsidP="00525345">
      <w:pPr>
        <w:pStyle w:val="CodeB"/>
        <w:rPr>
          <w:rFonts w:eastAsia="Microsoft YaHei"/>
        </w:rPr>
      </w:pPr>
      <w:r w:rsidRPr="00585335">
        <w:rPr>
          <w:rFonts w:eastAsia="Microsoft YaHei"/>
        </w:rPr>
        <w:t xml:space="preserve"> --&gt; src/main.rs:6:5</w:t>
      </w:r>
    </w:p>
    <w:p w:rsidR="00585335" w:rsidRPr="00585335" w:rsidRDefault="00585335" w:rsidP="00525345">
      <w:pPr>
        <w:pStyle w:val="CodeB"/>
        <w:rPr>
          <w:rFonts w:eastAsia="Microsoft YaHei"/>
        </w:rPr>
      </w:pPr>
      <w:r w:rsidRPr="00585335">
        <w:rPr>
          <w:rFonts w:eastAsia="Microsoft YaHei"/>
        </w:rPr>
        <w:t xml:space="preserve">  |</w:t>
      </w:r>
    </w:p>
    <w:p w:rsidR="00585335" w:rsidRPr="00585335" w:rsidRDefault="00585335" w:rsidP="00525345">
      <w:pPr>
        <w:pStyle w:val="CodeB"/>
        <w:rPr>
          <w:rFonts w:eastAsia="Microsoft YaHei"/>
        </w:rPr>
      </w:pPr>
      <w:r w:rsidRPr="00585335">
        <w:rPr>
          <w:rFonts w:eastAsia="Microsoft YaHei"/>
        </w:rPr>
        <w:t>4 |     let first = &amp;v[0];</w:t>
      </w:r>
    </w:p>
    <w:p w:rsidR="00585335" w:rsidRPr="00585335" w:rsidRDefault="00585335" w:rsidP="00525345">
      <w:pPr>
        <w:pStyle w:val="CodeB"/>
        <w:rPr>
          <w:rFonts w:eastAsia="Microsoft YaHei"/>
        </w:rPr>
      </w:pPr>
      <w:r w:rsidRPr="00585335">
        <w:rPr>
          <w:rFonts w:eastAsia="Microsoft YaHei"/>
        </w:rPr>
        <w:t xml:space="preserve">  |                  - immutable borrow occurs here</w:t>
      </w:r>
    </w:p>
    <w:p w:rsidR="00585335" w:rsidRPr="00585335" w:rsidRDefault="00585335" w:rsidP="00525345">
      <w:pPr>
        <w:pStyle w:val="CodeB"/>
        <w:rPr>
          <w:rFonts w:eastAsia="Microsoft YaHei"/>
        </w:rPr>
      </w:pPr>
      <w:r w:rsidRPr="00585335">
        <w:rPr>
          <w:rFonts w:eastAsia="Microsoft YaHei"/>
        </w:rPr>
        <w:t>5 |</w:t>
      </w:r>
    </w:p>
    <w:p w:rsidR="00585335" w:rsidRPr="00585335" w:rsidRDefault="00585335" w:rsidP="00525345">
      <w:pPr>
        <w:pStyle w:val="CodeB"/>
        <w:rPr>
          <w:rFonts w:eastAsia="Microsoft YaHei"/>
        </w:rPr>
      </w:pPr>
      <w:r w:rsidRPr="00585335">
        <w:rPr>
          <w:rFonts w:eastAsia="Microsoft YaHei"/>
        </w:rPr>
        <w:t>6 |     v.push(6);</w:t>
      </w:r>
    </w:p>
    <w:p w:rsidR="00585335" w:rsidRPr="00585335" w:rsidRDefault="00585335" w:rsidP="00525345">
      <w:pPr>
        <w:pStyle w:val="CodeB"/>
        <w:rPr>
          <w:rFonts w:eastAsia="Microsoft YaHei"/>
        </w:rPr>
      </w:pPr>
      <w:r w:rsidRPr="00585335">
        <w:rPr>
          <w:rFonts w:eastAsia="Microsoft YaHei"/>
        </w:rPr>
        <w:t xml:space="preserve">  |     ^^^^^^^^^ mutable borrow occurs here</w:t>
      </w:r>
    </w:p>
    <w:p w:rsidR="00585335" w:rsidRPr="00585335" w:rsidRDefault="00585335" w:rsidP="00525345">
      <w:pPr>
        <w:pStyle w:val="CodeB"/>
        <w:rPr>
          <w:rFonts w:eastAsia="Microsoft YaHei"/>
        </w:rPr>
      </w:pPr>
      <w:r w:rsidRPr="00585335">
        <w:rPr>
          <w:rFonts w:eastAsia="Microsoft YaHei"/>
        </w:rPr>
        <w:t>7 |</w:t>
      </w:r>
    </w:p>
    <w:p w:rsidR="00585335" w:rsidRPr="00585335" w:rsidRDefault="00585335" w:rsidP="00525345">
      <w:pPr>
        <w:pStyle w:val="CodeB"/>
        <w:rPr>
          <w:rFonts w:eastAsia="Microsoft YaHei"/>
        </w:rPr>
      </w:pPr>
      <w:r w:rsidRPr="00585335">
        <w:rPr>
          <w:rFonts w:eastAsia="Microsoft YaHei"/>
        </w:rPr>
        <w:t>8 |     println!("The first element is: {}", first);</w:t>
      </w:r>
    </w:p>
    <w:p w:rsidR="00585335" w:rsidRPr="00585335" w:rsidRDefault="00585335" w:rsidP="00525345">
      <w:pPr>
        <w:pStyle w:val="CodeC"/>
        <w:rPr>
          <w:rFonts w:eastAsia="Microsoft YaHei"/>
        </w:rPr>
      </w:pPr>
      <w:r w:rsidRPr="00585335">
        <w:rPr>
          <w:rFonts w:eastAsia="Microsoft YaHei"/>
        </w:rPr>
        <w:t xml:space="preserve">  |                                          ----- immutable borrow later used here</w:t>
      </w:r>
    </w:p>
    <w:p w:rsidR="00FA05E3" w:rsidRPr="00585335" w:rsidRDefault="00FA05E3" w:rsidP="00585335">
      <w:pPr>
        <w:rPr>
          <w:rFonts w:eastAsia="Microsoft YaHei"/>
        </w:rPr>
      </w:pPr>
    </w:p>
    <w:sectPr w:rsidR="00FA05E3" w:rsidRPr="00585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57A" w:rsidRDefault="00CC357A" w:rsidP="00BB49EE">
      <w:r>
        <w:separator/>
      </w:r>
    </w:p>
  </w:endnote>
  <w:endnote w:type="continuationSeparator" w:id="0">
    <w:p w:rsidR="00CC357A" w:rsidRDefault="00CC357A" w:rsidP="00BB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utura-Book">
    <w:altName w:val="Times New Roman"/>
    <w:charset w:val="01"/>
    <w:family w:val="roman"/>
    <w:pitch w:val="variable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ogma">
    <w:altName w:val="Times New Roman"/>
    <w:charset w:val="01"/>
    <w:family w:val="roman"/>
    <w:pitch w:val="variable"/>
  </w:font>
  <w:font w:name="NewBaskerville">
    <w:altName w:val="Times New Roman"/>
    <w:charset w:val="01"/>
    <w:family w:val="roman"/>
    <w:pitch w:val="variable"/>
  </w:font>
  <w:font w:name="Futura-Heavy">
    <w:altName w:val="Times New Roman"/>
    <w:charset w:val="01"/>
    <w:family w:val="roman"/>
    <w:pitch w:val="variable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57A" w:rsidRDefault="00CC357A" w:rsidP="00BB49EE">
      <w:r>
        <w:separator/>
      </w:r>
    </w:p>
  </w:footnote>
  <w:footnote w:type="continuationSeparator" w:id="0">
    <w:p w:rsidR="00CC357A" w:rsidRDefault="00CC357A" w:rsidP="00BB4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DE0F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linkStyles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9EE"/>
    <w:rsid w:val="00034D10"/>
    <w:rsid w:val="000426C2"/>
    <w:rsid w:val="00243881"/>
    <w:rsid w:val="002C4E8C"/>
    <w:rsid w:val="003371DA"/>
    <w:rsid w:val="00362EBD"/>
    <w:rsid w:val="003A787A"/>
    <w:rsid w:val="0042367C"/>
    <w:rsid w:val="004707E7"/>
    <w:rsid w:val="004827CD"/>
    <w:rsid w:val="0050448F"/>
    <w:rsid w:val="00525345"/>
    <w:rsid w:val="00585335"/>
    <w:rsid w:val="006F4EE5"/>
    <w:rsid w:val="008640E9"/>
    <w:rsid w:val="009E17D9"/>
    <w:rsid w:val="009E635B"/>
    <w:rsid w:val="00B026A9"/>
    <w:rsid w:val="00BB49EE"/>
    <w:rsid w:val="00C60357"/>
    <w:rsid w:val="00CC357A"/>
    <w:rsid w:val="00CD0939"/>
    <w:rsid w:val="00E65CB2"/>
    <w:rsid w:val="00F91D40"/>
    <w:rsid w:val="00FA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85335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85335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85335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85335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85335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85335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85335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585335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85335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853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5853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B49E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B49E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B49E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BB49E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BB49E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BB49E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BB49E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BB49E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BB49E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B49EE"/>
    <w:rPr>
      <w:rFonts w:ascii="Arial" w:eastAsia="Times New Roman" w:hAnsi="Arial" w:cs="Arial"/>
    </w:rPr>
  </w:style>
  <w:style w:type="numbering" w:styleId="111111">
    <w:name w:val="Outline List 2"/>
    <w:basedOn w:val="NoList"/>
    <w:semiHidden/>
    <w:rsid w:val="00585335"/>
    <w:pPr>
      <w:numPr>
        <w:numId w:val="13"/>
      </w:numPr>
    </w:pPr>
  </w:style>
  <w:style w:type="numbering" w:styleId="1ai">
    <w:name w:val="Outline List 1"/>
    <w:basedOn w:val="NoList"/>
    <w:semiHidden/>
    <w:rsid w:val="00585335"/>
    <w:pPr>
      <w:numPr>
        <w:numId w:val="14"/>
      </w:numPr>
    </w:pPr>
  </w:style>
  <w:style w:type="numbering" w:styleId="ArticleSection">
    <w:name w:val="Outline List 3"/>
    <w:basedOn w:val="NoList"/>
    <w:semiHidden/>
    <w:rsid w:val="00585335"/>
    <w:pPr>
      <w:numPr>
        <w:numId w:val="15"/>
      </w:numPr>
    </w:pPr>
  </w:style>
  <w:style w:type="paragraph" w:styleId="BlockText">
    <w:name w:val="Block Text"/>
    <w:basedOn w:val="Normal"/>
    <w:semiHidden/>
    <w:rsid w:val="00585335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58533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58533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58533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58533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58533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58533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58533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58533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585335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585335"/>
  </w:style>
  <w:style w:type="character" w:customStyle="1" w:styleId="DateChar">
    <w:name w:val="Date Char"/>
    <w:basedOn w:val="DefaultParagraphFont"/>
    <w:link w:val="Dat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585335"/>
  </w:style>
  <w:style w:type="character" w:customStyle="1" w:styleId="E-mailSignatureChar">
    <w:name w:val="E-mail Signature Char"/>
    <w:basedOn w:val="DefaultParagraphFont"/>
    <w:link w:val="E-mail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qFormat/>
    <w:rsid w:val="00585335"/>
    <w:rPr>
      <w:i/>
      <w:iCs/>
    </w:rPr>
  </w:style>
  <w:style w:type="paragraph" w:styleId="EnvelopeAddress">
    <w:name w:val="envelope address"/>
    <w:basedOn w:val="Normal"/>
    <w:semiHidden/>
    <w:rsid w:val="0058533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585335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585335"/>
    <w:rPr>
      <w:color w:val="800080"/>
      <w:u w:val="single"/>
    </w:rPr>
  </w:style>
  <w:style w:type="character" w:styleId="HTMLAcronym">
    <w:name w:val="HTML Acronym"/>
    <w:basedOn w:val="DefaultParagraphFont"/>
    <w:semiHidden/>
    <w:rsid w:val="00585335"/>
  </w:style>
  <w:style w:type="paragraph" w:styleId="HTMLAddress">
    <w:name w:val="HTML Address"/>
    <w:basedOn w:val="Normal"/>
    <w:link w:val="HTMLAddressChar"/>
    <w:semiHidden/>
    <w:rsid w:val="00585335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B49EE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585335"/>
    <w:rPr>
      <w:i/>
      <w:iCs/>
    </w:rPr>
  </w:style>
  <w:style w:type="character" w:styleId="HTMLCode">
    <w:name w:val="HTML Code"/>
    <w:basedOn w:val="DefaultParagraphFont"/>
    <w:semiHidden/>
    <w:rsid w:val="0058533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585335"/>
    <w:rPr>
      <w:i/>
      <w:iCs/>
    </w:rPr>
  </w:style>
  <w:style w:type="character" w:styleId="HTMLKeyboard">
    <w:name w:val="HTML Keyboard"/>
    <w:basedOn w:val="DefaultParagraphFont"/>
    <w:semiHidden/>
    <w:rsid w:val="0058533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585335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BB49EE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58533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58533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585335"/>
    <w:rPr>
      <w:i/>
      <w:iCs/>
    </w:rPr>
  </w:style>
  <w:style w:type="character" w:styleId="Hyperlink">
    <w:name w:val="Hyperlink"/>
    <w:basedOn w:val="DefaultParagraphFont"/>
    <w:semiHidden/>
    <w:rsid w:val="00585335"/>
    <w:rPr>
      <w:color w:val="0000FF"/>
      <w:u w:val="single"/>
    </w:rPr>
  </w:style>
  <w:style w:type="character" w:styleId="LineNumber">
    <w:name w:val="line number"/>
    <w:basedOn w:val="DefaultParagraphFont"/>
    <w:semiHidden/>
    <w:rsid w:val="00585335"/>
  </w:style>
  <w:style w:type="paragraph" w:styleId="List">
    <w:name w:val="List"/>
    <w:basedOn w:val="Normal"/>
    <w:semiHidden/>
    <w:rsid w:val="00585335"/>
    <w:pPr>
      <w:ind w:left="360" w:hanging="360"/>
    </w:pPr>
  </w:style>
  <w:style w:type="paragraph" w:styleId="List2">
    <w:name w:val="List 2"/>
    <w:basedOn w:val="Normal"/>
    <w:semiHidden/>
    <w:rsid w:val="00585335"/>
    <w:pPr>
      <w:ind w:left="720" w:hanging="360"/>
    </w:pPr>
  </w:style>
  <w:style w:type="paragraph" w:styleId="List3">
    <w:name w:val="List 3"/>
    <w:basedOn w:val="Normal"/>
    <w:semiHidden/>
    <w:rsid w:val="00585335"/>
    <w:pPr>
      <w:ind w:left="1080" w:hanging="360"/>
    </w:pPr>
  </w:style>
  <w:style w:type="paragraph" w:styleId="List4">
    <w:name w:val="List 4"/>
    <w:basedOn w:val="Normal"/>
    <w:semiHidden/>
    <w:rsid w:val="00585335"/>
    <w:pPr>
      <w:ind w:left="1440" w:hanging="360"/>
    </w:pPr>
  </w:style>
  <w:style w:type="paragraph" w:styleId="List5">
    <w:name w:val="List 5"/>
    <w:basedOn w:val="Normal"/>
    <w:semiHidden/>
    <w:rsid w:val="00585335"/>
    <w:pPr>
      <w:ind w:left="1800" w:hanging="360"/>
    </w:pPr>
  </w:style>
  <w:style w:type="paragraph" w:styleId="ListBullet">
    <w:name w:val="List Bullet"/>
    <w:basedOn w:val="Normal"/>
    <w:autoRedefine/>
    <w:semiHidden/>
    <w:rsid w:val="00585335"/>
    <w:pPr>
      <w:numPr>
        <w:numId w:val="3"/>
      </w:numPr>
    </w:pPr>
  </w:style>
  <w:style w:type="paragraph" w:styleId="ListBullet2">
    <w:name w:val="List Bullet 2"/>
    <w:basedOn w:val="Normal"/>
    <w:autoRedefine/>
    <w:semiHidden/>
    <w:rsid w:val="00585335"/>
    <w:pPr>
      <w:numPr>
        <w:numId w:val="4"/>
      </w:numPr>
    </w:pPr>
  </w:style>
  <w:style w:type="paragraph" w:styleId="ListBullet3">
    <w:name w:val="List Bullet 3"/>
    <w:basedOn w:val="Normal"/>
    <w:autoRedefine/>
    <w:semiHidden/>
    <w:rsid w:val="00585335"/>
    <w:pPr>
      <w:numPr>
        <w:numId w:val="5"/>
      </w:numPr>
    </w:pPr>
  </w:style>
  <w:style w:type="paragraph" w:styleId="ListBullet4">
    <w:name w:val="List Bullet 4"/>
    <w:basedOn w:val="Normal"/>
    <w:autoRedefine/>
    <w:semiHidden/>
    <w:rsid w:val="00585335"/>
    <w:pPr>
      <w:numPr>
        <w:numId w:val="6"/>
      </w:numPr>
    </w:pPr>
  </w:style>
  <w:style w:type="paragraph" w:styleId="ListBullet5">
    <w:name w:val="List Bullet 5"/>
    <w:basedOn w:val="Normal"/>
    <w:autoRedefine/>
    <w:semiHidden/>
    <w:rsid w:val="00585335"/>
    <w:pPr>
      <w:numPr>
        <w:numId w:val="7"/>
      </w:numPr>
    </w:pPr>
  </w:style>
  <w:style w:type="paragraph" w:styleId="ListContinue">
    <w:name w:val="List Continue"/>
    <w:basedOn w:val="Normal"/>
    <w:semiHidden/>
    <w:rsid w:val="00585335"/>
    <w:pPr>
      <w:spacing w:after="120"/>
      <w:ind w:left="360"/>
    </w:pPr>
  </w:style>
  <w:style w:type="paragraph" w:styleId="ListContinue2">
    <w:name w:val="List Continue 2"/>
    <w:basedOn w:val="Normal"/>
    <w:semiHidden/>
    <w:rsid w:val="00585335"/>
    <w:pPr>
      <w:spacing w:after="120"/>
      <w:ind w:left="720"/>
    </w:pPr>
  </w:style>
  <w:style w:type="paragraph" w:styleId="ListContinue3">
    <w:name w:val="List Continue 3"/>
    <w:basedOn w:val="Normal"/>
    <w:semiHidden/>
    <w:rsid w:val="00585335"/>
    <w:pPr>
      <w:spacing w:after="120"/>
      <w:ind w:left="1080"/>
    </w:pPr>
  </w:style>
  <w:style w:type="paragraph" w:styleId="ListContinue4">
    <w:name w:val="List Continue 4"/>
    <w:basedOn w:val="Normal"/>
    <w:semiHidden/>
    <w:rsid w:val="00585335"/>
    <w:pPr>
      <w:spacing w:after="120"/>
      <w:ind w:left="1440"/>
    </w:pPr>
  </w:style>
  <w:style w:type="paragraph" w:styleId="ListContinue5">
    <w:name w:val="List Continue 5"/>
    <w:basedOn w:val="Normal"/>
    <w:semiHidden/>
    <w:rsid w:val="00585335"/>
    <w:pPr>
      <w:spacing w:after="120"/>
      <w:ind w:left="1800"/>
    </w:pPr>
  </w:style>
  <w:style w:type="paragraph" w:styleId="ListNumber">
    <w:name w:val="List Number"/>
    <w:basedOn w:val="Normal"/>
    <w:semiHidden/>
    <w:rsid w:val="00585335"/>
    <w:pPr>
      <w:numPr>
        <w:numId w:val="8"/>
      </w:numPr>
    </w:pPr>
  </w:style>
  <w:style w:type="paragraph" w:styleId="ListNumber2">
    <w:name w:val="List Number 2"/>
    <w:basedOn w:val="Normal"/>
    <w:semiHidden/>
    <w:rsid w:val="00585335"/>
    <w:pPr>
      <w:numPr>
        <w:numId w:val="9"/>
      </w:numPr>
    </w:pPr>
  </w:style>
  <w:style w:type="paragraph" w:styleId="ListNumber3">
    <w:name w:val="List Number 3"/>
    <w:basedOn w:val="Normal"/>
    <w:semiHidden/>
    <w:rsid w:val="00585335"/>
    <w:pPr>
      <w:numPr>
        <w:numId w:val="10"/>
      </w:numPr>
    </w:pPr>
  </w:style>
  <w:style w:type="paragraph" w:styleId="ListNumber4">
    <w:name w:val="List Number 4"/>
    <w:basedOn w:val="Normal"/>
    <w:semiHidden/>
    <w:rsid w:val="00585335"/>
    <w:pPr>
      <w:numPr>
        <w:numId w:val="11"/>
      </w:numPr>
    </w:pPr>
  </w:style>
  <w:style w:type="paragraph" w:styleId="ListNumber5">
    <w:name w:val="List Number 5"/>
    <w:basedOn w:val="Normal"/>
    <w:semiHidden/>
    <w:rsid w:val="00585335"/>
    <w:pPr>
      <w:numPr>
        <w:numId w:val="12"/>
      </w:numPr>
    </w:pPr>
  </w:style>
  <w:style w:type="paragraph" w:styleId="MessageHeader">
    <w:name w:val="Message Header"/>
    <w:basedOn w:val="Normal"/>
    <w:link w:val="MessageHeaderChar"/>
    <w:semiHidden/>
    <w:rsid w:val="005853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B49EE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rsid w:val="00585335"/>
    <w:rPr>
      <w:sz w:val="24"/>
      <w:szCs w:val="24"/>
    </w:rPr>
  </w:style>
  <w:style w:type="paragraph" w:styleId="NormalIndent">
    <w:name w:val="Normal Indent"/>
    <w:basedOn w:val="Normal"/>
    <w:semiHidden/>
    <w:rsid w:val="0058533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585335"/>
  </w:style>
  <w:style w:type="character" w:customStyle="1" w:styleId="NoteHeadingChar">
    <w:name w:val="Note Heading Char"/>
    <w:basedOn w:val="DefaultParagraphFont"/>
    <w:link w:val="NoteHead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585335"/>
  </w:style>
  <w:style w:type="paragraph" w:styleId="PlainText">
    <w:name w:val="Plain Text"/>
    <w:basedOn w:val="Normal"/>
    <w:link w:val="PlainTextChar"/>
    <w:semiHidden/>
    <w:rsid w:val="00585335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BB49EE"/>
    <w:rPr>
      <w:rFonts w:ascii="Courier New" w:eastAsia="Times New Roman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585335"/>
  </w:style>
  <w:style w:type="character" w:customStyle="1" w:styleId="SalutationChar">
    <w:name w:val="Salutation Char"/>
    <w:basedOn w:val="DefaultParagraphFont"/>
    <w:link w:val="Salutation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585335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585335"/>
    <w:rPr>
      <w:b/>
      <w:bCs/>
    </w:rPr>
  </w:style>
  <w:style w:type="paragraph" w:styleId="Subtitle">
    <w:name w:val="Subtitle"/>
    <w:basedOn w:val="Normal"/>
    <w:link w:val="SubtitleChar"/>
    <w:qFormat/>
    <w:rsid w:val="0058533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B49EE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58533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B49EE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rsid w:val="005853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hapterTitle">
    <w:name w:val="ChapterTitle"/>
    <w:next w:val="1stPara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stPara">
    <w:name w:val="1st Para"/>
    <w:next w:val="Body"/>
    <w:autoRedefine/>
    <w:rsid w:val="00585335"/>
    <w:pPr>
      <w:spacing w:after="4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First">
    <w:name w:val="BodyFirst"/>
    <w:next w:val="Body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autoRedefine/>
    <w:rsid w:val="00585335"/>
    <w:pPr>
      <w:spacing w:after="0" w:line="360" w:lineRule="auto"/>
      <w:ind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A">
    <w:name w:val="HeadA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HeadB">
    <w:name w:val="HeadB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HeadC">
    <w:name w:val="HeadC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deA">
    <w:name w:val="CodeA"/>
    <w:next w:val="CodeB"/>
    <w:autoRedefine/>
    <w:rsid w:val="0058533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">
    <w:name w:val="CodeB"/>
    <w:autoRedefine/>
    <w:rsid w:val="00585335"/>
    <w:pPr>
      <w:spacing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">
    <w:name w:val="CodeC"/>
    <w:next w:val="Body"/>
    <w:autoRedefine/>
    <w:rsid w:val="0058533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">
    <w:name w:val="CodeSingle"/>
    <w:next w:val="Body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Wide">
    <w:name w:val="CodeA Wide"/>
    <w:next w:val="CodeBWide"/>
    <w:autoRedefine/>
    <w:rsid w:val="0058533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de">
    <w:name w:val="CodeB Wide"/>
    <w:autoRedefine/>
    <w:rsid w:val="00585335"/>
    <w:pPr>
      <w:spacing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de">
    <w:name w:val="CodeC Wide"/>
    <w:next w:val="Normal"/>
    <w:autoRedefine/>
    <w:rsid w:val="0058533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de">
    <w:name w:val="CodeSingle Wide"/>
    <w:next w:val="Body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Note">
    <w:name w:val="Note"/>
    <w:next w:val="Body"/>
    <w:autoRedefine/>
    <w:rsid w:val="00585335"/>
    <w:pPr>
      <w:spacing w:before="120" w:after="120" w:line="36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ListPlainA">
    <w:name w:val="List Plain A"/>
    <w:autoRedefine/>
    <w:rsid w:val="00585335"/>
    <w:pPr>
      <w:spacing w:before="120" w:after="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Head">
    <w:name w:val="ListHead"/>
    <w:next w:val="ListBody"/>
    <w:autoRedefine/>
    <w:rsid w:val="00585335"/>
    <w:pPr>
      <w:spacing w:before="12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Body">
    <w:name w:val="ListBody"/>
    <w:next w:val="Normal"/>
    <w:autoRedefine/>
    <w:rsid w:val="00585335"/>
    <w:pPr>
      <w:spacing w:after="120" w:line="36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umListA">
    <w:name w:val="NumListA"/>
    <w:next w:val="Normal"/>
    <w:autoRedefine/>
    <w:rsid w:val="0058533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B">
    <w:name w:val="NumListB"/>
    <w:next w:val="Normal"/>
    <w:autoRedefine/>
    <w:rsid w:val="0058533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C">
    <w:name w:val="NumListC"/>
    <w:next w:val="Normal"/>
    <w:autoRedefine/>
    <w:rsid w:val="0058533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ListSimple">
    <w:name w:val="ListSimple"/>
    <w:next w:val="Normal"/>
    <w:autoRedefine/>
    <w:rsid w:val="00585335"/>
    <w:pPr>
      <w:spacing w:after="0" w:line="360" w:lineRule="auto"/>
      <w:ind w:left="360"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deAIndent">
    <w:name w:val="CodeA Indent"/>
    <w:next w:val="Normal"/>
    <w:autoRedefine/>
    <w:rsid w:val="00585335"/>
    <w:pPr>
      <w:pBdr>
        <w:top w:val="single" w:sz="4" w:space="2" w:color="auto"/>
      </w:pBdr>
      <w:spacing w:before="120"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585335"/>
    <w:pPr>
      <w:spacing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585335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Indent">
    <w:name w:val="CodeSingle Indent"/>
    <w:next w:val="Normal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BulletA">
    <w:name w:val="BulletA"/>
    <w:next w:val="Normal"/>
    <w:autoRedefine/>
    <w:rsid w:val="0058533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B">
    <w:name w:val="BulletB"/>
    <w:next w:val="Normal"/>
    <w:autoRedefine/>
    <w:rsid w:val="0058533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C">
    <w:name w:val="BulletC"/>
    <w:next w:val="Normal"/>
    <w:autoRedefine/>
    <w:rsid w:val="0058533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lockQuote">
    <w:name w:val="Block Quote"/>
    <w:next w:val="Normal"/>
    <w:autoRedefine/>
    <w:rsid w:val="00585335"/>
    <w:pPr>
      <w:spacing w:before="120" w:after="120" w:line="240" w:lineRule="auto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585335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TableTitle">
    <w:name w:val="Table Title"/>
    <w:next w:val="Normal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ableHeader">
    <w:name w:val="Table Header"/>
    <w:next w:val="Normal"/>
    <w:autoRedefine/>
    <w:rsid w:val="00585335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paragraph" w:customStyle="1" w:styleId="TableBody">
    <w:name w:val="Table Body"/>
    <w:autoRedefine/>
    <w:rsid w:val="00585335"/>
    <w:pPr>
      <w:spacing w:after="0" w:line="360" w:lineRule="auto"/>
    </w:pPr>
    <w:rPr>
      <w:rFonts w:ascii="Futura-Book" w:eastAsia="Times New Roman" w:hAnsi="Futura-Book" w:cs="Times New Roman"/>
      <w:sz w:val="20"/>
      <w:szCs w:val="20"/>
    </w:rPr>
  </w:style>
  <w:style w:type="paragraph" w:customStyle="1" w:styleId="AuthorQuery">
    <w:name w:val="Author Query"/>
    <w:autoRedefine/>
    <w:rsid w:val="00585335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ProductionDirective">
    <w:name w:val="Production Directive"/>
    <w:next w:val="Normal"/>
    <w:autoRedefine/>
    <w:rsid w:val="00585335"/>
    <w:pPr>
      <w:spacing w:before="120" w:after="120" w:line="360" w:lineRule="auto"/>
    </w:pPr>
    <w:rPr>
      <w:rFonts w:ascii="Times New Roman" w:eastAsia="Times New Roman" w:hAnsi="Times New Roman" w:cs="Times New Roman"/>
      <w:smallCaps/>
      <w:color w:val="FF0000"/>
      <w:sz w:val="20"/>
      <w:szCs w:val="20"/>
    </w:rPr>
  </w:style>
  <w:style w:type="character" w:customStyle="1" w:styleId="EmphasisBold">
    <w:name w:val="EmphasisBold"/>
    <w:basedOn w:val="DefaultParagraphFont"/>
    <w:rsid w:val="00585335"/>
    <w:rPr>
      <w:b/>
      <w:color w:val="0000FF"/>
    </w:rPr>
  </w:style>
  <w:style w:type="character" w:customStyle="1" w:styleId="EmphasisItalic">
    <w:name w:val="EmphasisItalic"/>
    <w:basedOn w:val="DefaultParagraphFont"/>
    <w:rsid w:val="00585335"/>
    <w:rPr>
      <w:i/>
      <w:color w:val="0000FF"/>
    </w:rPr>
  </w:style>
  <w:style w:type="character" w:customStyle="1" w:styleId="EmphasisBoldItal">
    <w:name w:val="EmphasisBoldItal"/>
    <w:basedOn w:val="DefaultParagraphFont"/>
    <w:rsid w:val="00585335"/>
    <w:rPr>
      <w:b/>
      <w:i/>
      <w:color w:val="0000FF"/>
    </w:rPr>
  </w:style>
  <w:style w:type="character" w:customStyle="1" w:styleId="EmphasisRevItal">
    <w:name w:val="EmphasisRevItal"/>
    <w:basedOn w:val="DefaultParagraphFont"/>
    <w:rsid w:val="00585335"/>
    <w:rPr>
      <w:color w:val="0000FF"/>
    </w:rPr>
  </w:style>
  <w:style w:type="character" w:customStyle="1" w:styleId="Keycap">
    <w:name w:val="Keycap"/>
    <w:basedOn w:val="DefaultParagraphFont"/>
    <w:rsid w:val="00585335"/>
    <w:rPr>
      <w:smallCaps/>
      <w:color w:val="0000FF"/>
    </w:rPr>
  </w:style>
  <w:style w:type="character" w:customStyle="1" w:styleId="Literal">
    <w:name w:val="Literal"/>
    <w:basedOn w:val="DefaultParagraphFont"/>
    <w:rsid w:val="00585335"/>
    <w:rPr>
      <w:rFonts w:ascii="Courier" w:hAnsi="Courier"/>
      <w:color w:val="0000FF"/>
      <w:sz w:val="20"/>
    </w:rPr>
  </w:style>
  <w:style w:type="character" w:customStyle="1" w:styleId="LiteralBold">
    <w:name w:val="LiteralBold"/>
    <w:basedOn w:val="DefaultParagraphFont"/>
    <w:rsid w:val="00585335"/>
    <w:rPr>
      <w:rFonts w:ascii="Courier" w:hAnsi="Courier"/>
      <w:b/>
      <w:color w:val="0000FF"/>
      <w:sz w:val="20"/>
    </w:rPr>
  </w:style>
  <w:style w:type="character" w:customStyle="1" w:styleId="LiteralItal">
    <w:name w:val="LiteralItal"/>
    <w:basedOn w:val="DefaultParagraphFont"/>
    <w:rsid w:val="00585335"/>
    <w:rPr>
      <w:rFonts w:ascii="Courier" w:hAnsi="Courier"/>
      <w:i/>
      <w:color w:val="0000FF"/>
      <w:sz w:val="20"/>
    </w:rPr>
  </w:style>
  <w:style w:type="character" w:customStyle="1" w:styleId="LiteralBoldItal">
    <w:name w:val="LiteralBoldItal"/>
    <w:basedOn w:val="DefaultParagraphFont"/>
    <w:rsid w:val="00585335"/>
    <w:rPr>
      <w:rFonts w:ascii="Courier" w:hAnsi="Courier"/>
      <w:b/>
      <w:i/>
      <w:color w:val="0000FF"/>
      <w:sz w:val="20"/>
    </w:rPr>
  </w:style>
  <w:style w:type="character" w:customStyle="1" w:styleId="MenuArrow">
    <w:name w:val="MenuArrow"/>
    <w:basedOn w:val="DefaultParagraphFont"/>
    <w:rsid w:val="00585335"/>
    <w:rPr>
      <w:rFonts w:ascii="Webdings" w:hAnsi="Webdings"/>
      <w:color w:val="0000FF"/>
    </w:rPr>
  </w:style>
  <w:style w:type="paragraph" w:customStyle="1" w:styleId="HeadANum">
    <w:name w:val="HeadA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4"/>
      <w:szCs w:val="20"/>
    </w:rPr>
  </w:style>
  <w:style w:type="paragraph" w:customStyle="1" w:styleId="HeadBNum">
    <w:name w:val="HeadB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 w:val="24"/>
      <w:szCs w:val="20"/>
    </w:rPr>
  </w:style>
  <w:style w:type="paragraph" w:customStyle="1" w:styleId="HeadCNum">
    <w:name w:val="HeadC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customStyle="1" w:styleId="NoteWarning">
    <w:name w:val="Note Warning"/>
    <w:next w:val="Normal"/>
    <w:autoRedefine/>
    <w:rsid w:val="00585335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 w:val="24"/>
      <w:szCs w:val="20"/>
    </w:rPr>
  </w:style>
  <w:style w:type="paragraph" w:customStyle="1" w:styleId="SubBullet">
    <w:name w:val="SubBullet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66"/>
      <w:sz w:val="24"/>
      <w:szCs w:val="20"/>
    </w:rPr>
  </w:style>
  <w:style w:type="paragraph" w:customStyle="1" w:styleId="SubNumberA">
    <w:name w:val="SubNumberA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paragraph" w:customStyle="1" w:styleId="SubNumberB">
    <w:name w:val="SubNumberB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character" w:customStyle="1" w:styleId="EmphasisItalicBox">
    <w:name w:val="EmphasisItalicBox"/>
    <w:basedOn w:val="EmphasisItalic"/>
    <w:rsid w:val="00585335"/>
    <w:rPr>
      <w:i/>
      <w:color w:val="CC99FF"/>
    </w:rPr>
  </w:style>
  <w:style w:type="character" w:customStyle="1" w:styleId="Wingdings">
    <w:name w:val="Wingdings"/>
    <w:basedOn w:val="DefaultParagraphFont"/>
    <w:rsid w:val="00585335"/>
    <w:rPr>
      <w:rFonts w:ascii="Wingdings 2" w:hAnsi="Wingdings 2"/>
      <w:color w:val="0000FF"/>
      <w:sz w:val="24"/>
    </w:rPr>
  </w:style>
  <w:style w:type="paragraph" w:customStyle="1" w:styleId="ListPlainB">
    <w:name w:val="List Plain B"/>
    <w:autoRedefine/>
    <w:rsid w:val="00585335"/>
    <w:pPr>
      <w:spacing w:after="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ing">
    <w:name w:val="Listing"/>
    <w:next w:val="Body"/>
    <w:autoRedefine/>
    <w:rsid w:val="00585335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Footnote">
    <w:name w:val="Footnote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ListPlainC">
    <w:name w:val="List Plain C"/>
    <w:next w:val="Body"/>
    <w:autoRedefine/>
    <w:rsid w:val="00585335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character" w:customStyle="1" w:styleId="EmphasisRevCaption">
    <w:name w:val="EmphasisRevCaption"/>
    <w:basedOn w:val="DefaultParagraphFont"/>
    <w:rsid w:val="00585335"/>
    <w:rPr>
      <w:i/>
      <w:color w:val="CC99FF"/>
    </w:rPr>
  </w:style>
  <w:style w:type="character" w:customStyle="1" w:styleId="LiteralBox">
    <w:name w:val="LiteralBox"/>
    <w:basedOn w:val="Literal"/>
    <w:rsid w:val="00585335"/>
    <w:rPr>
      <w:rFonts w:ascii="Courier" w:hAnsi="Courier"/>
      <w:color w:val="CC99FF"/>
      <w:sz w:val="20"/>
    </w:rPr>
  </w:style>
  <w:style w:type="character" w:customStyle="1" w:styleId="LiteralFootnote">
    <w:name w:val="LiteralFootnote"/>
    <w:basedOn w:val="LiteralBox"/>
    <w:rsid w:val="00585335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585335"/>
    <w:rPr>
      <w:rFonts w:ascii="Courier" w:hAnsi="Courier"/>
      <w:color w:val="CC99FF"/>
      <w:sz w:val="20"/>
    </w:rPr>
  </w:style>
  <w:style w:type="character" w:customStyle="1" w:styleId="LiteralCaption">
    <w:name w:val="LiteralCaption"/>
    <w:basedOn w:val="LiteralBox"/>
    <w:rsid w:val="00585335"/>
    <w:rPr>
      <w:rFonts w:ascii="Courier" w:hAnsi="Courier"/>
      <w:i/>
      <w:color w:val="CC99FF"/>
      <w:sz w:val="20"/>
    </w:rPr>
  </w:style>
  <w:style w:type="paragraph" w:customStyle="1" w:styleId="HeadBox">
    <w:name w:val="HeadBox"/>
    <w:basedOn w:val="HeadC"/>
    <w:autoRedefine/>
    <w:rsid w:val="00585335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Anchor">
    <w:name w:val="Anchor"/>
    <w:autoRedefine/>
    <w:rsid w:val="00585335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BodyFirstBox">
    <w:name w:val="BodyFirstBox"/>
    <w:basedOn w:val="BodyFirst"/>
    <w:autoRedefine/>
    <w:rsid w:val="00585335"/>
    <w:rPr>
      <w:color w:val="808080"/>
    </w:rPr>
  </w:style>
  <w:style w:type="paragraph" w:customStyle="1" w:styleId="BodyBox">
    <w:name w:val="BodyBox"/>
    <w:basedOn w:val="Body"/>
    <w:rsid w:val="00585335"/>
    <w:rPr>
      <w:color w:val="808080"/>
    </w:rPr>
  </w:style>
  <w:style w:type="paragraph" w:customStyle="1" w:styleId="ListHeadBox">
    <w:name w:val="ListHeadBox"/>
    <w:basedOn w:val="ListHead"/>
    <w:autoRedefine/>
    <w:rsid w:val="00585335"/>
    <w:rPr>
      <w:color w:val="808080"/>
    </w:rPr>
  </w:style>
  <w:style w:type="paragraph" w:customStyle="1" w:styleId="ListBodyBox">
    <w:name w:val="ListBodyBox"/>
    <w:basedOn w:val="ListBody"/>
    <w:autoRedefine/>
    <w:rsid w:val="00585335"/>
    <w:rPr>
      <w:color w:val="808080"/>
    </w:rPr>
  </w:style>
  <w:style w:type="paragraph" w:customStyle="1" w:styleId="NumListABox">
    <w:name w:val="NumListA Box"/>
    <w:basedOn w:val="NumListA"/>
    <w:autoRedefine/>
    <w:rsid w:val="00585335"/>
    <w:rPr>
      <w:color w:val="666699"/>
    </w:rPr>
  </w:style>
  <w:style w:type="paragraph" w:customStyle="1" w:styleId="NumListBBox">
    <w:name w:val="NumListB Box"/>
    <w:basedOn w:val="NumListB"/>
    <w:autoRedefine/>
    <w:rsid w:val="00585335"/>
    <w:rPr>
      <w:color w:val="666699"/>
    </w:rPr>
  </w:style>
  <w:style w:type="paragraph" w:customStyle="1" w:styleId="NumListCBox">
    <w:name w:val="NumListC Box"/>
    <w:basedOn w:val="NumListC"/>
    <w:autoRedefine/>
    <w:rsid w:val="00585335"/>
    <w:rPr>
      <w:color w:val="666699"/>
    </w:rPr>
  </w:style>
  <w:style w:type="paragraph" w:customStyle="1" w:styleId="FootnoteBox">
    <w:name w:val="FootnoteBox"/>
    <w:basedOn w:val="BodyFirstBox"/>
    <w:autoRedefine/>
    <w:rsid w:val="00585335"/>
    <w:rPr>
      <w:sz w:val="20"/>
    </w:rPr>
  </w:style>
  <w:style w:type="paragraph" w:customStyle="1" w:styleId="AnchorSidehead">
    <w:name w:val="Anchor Sidehead"/>
    <w:autoRedefine/>
    <w:rsid w:val="00585335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paragraph" w:customStyle="1" w:styleId="Level3IX">
    <w:name w:val="Level3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GroupTitlesIX">
    <w:name w:val="GroupTitlesIX"/>
    <w:autoRedefine/>
    <w:rsid w:val="00585335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Level2IX">
    <w:name w:val="Level2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Level1IX">
    <w:name w:val="Level1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CodeAWingding">
    <w:name w:val="CodeA Wingding"/>
    <w:basedOn w:val="CodeA"/>
    <w:autoRedefine/>
    <w:rsid w:val="00585335"/>
    <w:rPr>
      <w:color w:val="999999"/>
    </w:rPr>
  </w:style>
  <w:style w:type="character" w:customStyle="1" w:styleId="WingdingsSmall">
    <w:name w:val="Wingdings Small"/>
    <w:basedOn w:val="Wingdings"/>
    <w:rsid w:val="00585335"/>
    <w:rPr>
      <w:rFonts w:ascii="Wingdings 2" w:hAnsi="Wingdings 2"/>
      <w:color w:val="99CCFF"/>
      <w:sz w:val="20"/>
    </w:rPr>
  </w:style>
  <w:style w:type="paragraph" w:customStyle="1" w:styleId="CodeBWingding">
    <w:name w:val="CodeB Wingding"/>
    <w:basedOn w:val="CodeB"/>
    <w:next w:val="CodeB"/>
    <w:autoRedefine/>
    <w:rsid w:val="00585335"/>
    <w:rPr>
      <w:color w:val="999999"/>
    </w:rPr>
  </w:style>
  <w:style w:type="paragraph" w:customStyle="1" w:styleId="CodeCWingding">
    <w:name w:val="CodeC Wingding"/>
    <w:basedOn w:val="CodeC"/>
    <w:next w:val="Body"/>
    <w:autoRedefine/>
    <w:rsid w:val="00585335"/>
    <w:rPr>
      <w:color w:val="999999"/>
    </w:rPr>
  </w:style>
  <w:style w:type="paragraph" w:customStyle="1" w:styleId="CodeSingleWingding">
    <w:name w:val="CodeSingle Wingding"/>
    <w:basedOn w:val="CodeSingle"/>
    <w:autoRedefine/>
    <w:rsid w:val="00585335"/>
    <w:rPr>
      <w:color w:val="999999"/>
    </w:rPr>
  </w:style>
  <w:style w:type="character" w:customStyle="1" w:styleId="EmphasisItalicFoot">
    <w:name w:val="EmphasisItalicFoot"/>
    <w:basedOn w:val="EmphasisItalic"/>
    <w:rsid w:val="00585335"/>
    <w:rPr>
      <w:i/>
      <w:color w:val="99CCFF"/>
      <w:sz w:val="16"/>
      <w:szCs w:val="16"/>
    </w:rPr>
  </w:style>
  <w:style w:type="paragraph" w:customStyle="1" w:styleId="Basic">
    <w:name w:val="Basic"/>
    <w:basedOn w:val="Body"/>
    <w:rsid w:val="00585335"/>
  </w:style>
  <w:style w:type="character" w:customStyle="1" w:styleId="Italic">
    <w:name w:val="Italic"/>
    <w:basedOn w:val="EmphasisItalic"/>
    <w:rsid w:val="00585335"/>
    <w:rPr>
      <w:i/>
      <w:color w:val="000000"/>
    </w:rPr>
  </w:style>
  <w:style w:type="paragraph" w:customStyle="1" w:styleId="ListPlainABox">
    <w:name w:val="List Plain A Box"/>
    <w:basedOn w:val="ListPlainA"/>
    <w:autoRedefine/>
    <w:rsid w:val="00585335"/>
    <w:rPr>
      <w:color w:val="CC99FF"/>
    </w:rPr>
  </w:style>
  <w:style w:type="paragraph" w:customStyle="1" w:styleId="ListPlainBBox">
    <w:name w:val="List Plain B Box"/>
    <w:basedOn w:val="ListPlainB"/>
    <w:autoRedefine/>
    <w:rsid w:val="00585335"/>
    <w:rPr>
      <w:color w:val="CC99FF"/>
    </w:rPr>
  </w:style>
  <w:style w:type="paragraph" w:customStyle="1" w:styleId="ListPlainCBox">
    <w:name w:val="List Plain C Box"/>
    <w:basedOn w:val="ListPlainC"/>
    <w:autoRedefine/>
    <w:rsid w:val="00585335"/>
    <w:rPr>
      <w:color w:val="CC99FF"/>
    </w:rPr>
  </w:style>
  <w:style w:type="paragraph" w:customStyle="1" w:styleId="BulletABox">
    <w:name w:val="BulletA Box"/>
    <w:basedOn w:val="BulletA"/>
    <w:autoRedefine/>
    <w:rsid w:val="00585335"/>
    <w:rPr>
      <w:color w:val="33CCCC"/>
    </w:rPr>
  </w:style>
  <w:style w:type="paragraph" w:customStyle="1" w:styleId="BulletBBox">
    <w:name w:val="BulletB Box"/>
    <w:basedOn w:val="BulletB"/>
    <w:autoRedefine/>
    <w:rsid w:val="00585335"/>
    <w:rPr>
      <w:color w:val="33CCCC"/>
    </w:rPr>
  </w:style>
  <w:style w:type="paragraph" w:customStyle="1" w:styleId="BulletCBox">
    <w:name w:val="BulletC Box"/>
    <w:basedOn w:val="BulletC"/>
    <w:autoRedefine/>
    <w:rsid w:val="00585335"/>
    <w:rPr>
      <w:color w:val="33CCCC"/>
    </w:rPr>
  </w:style>
  <w:style w:type="paragraph" w:customStyle="1" w:styleId="CaptionBox">
    <w:name w:val="CaptionBox"/>
    <w:basedOn w:val="Caption"/>
    <w:autoRedefine/>
    <w:rsid w:val="00585335"/>
    <w:rPr>
      <w:color w:val="808080"/>
    </w:rPr>
  </w:style>
  <w:style w:type="character" w:customStyle="1" w:styleId="EmphasisNote">
    <w:name w:val="EmphasisNote"/>
    <w:basedOn w:val="EmphasisRevItal"/>
    <w:rsid w:val="00585335"/>
    <w:rPr>
      <w:color w:val="3366FF"/>
    </w:rPr>
  </w:style>
  <w:style w:type="character" w:customStyle="1" w:styleId="EmphasisBoldBox">
    <w:name w:val="EmphasisBoldBox"/>
    <w:basedOn w:val="EmphasisBold"/>
    <w:rsid w:val="00585335"/>
    <w:rPr>
      <w:b/>
      <w:color w:val="3366FF"/>
    </w:rPr>
  </w:style>
  <w:style w:type="paragraph" w:customStyle="1" w:styleId="Epigraph">
    <w:name w:val="Epigraph"/>
    <w:basedOn w:val="BlockQuote"/>
    <w:autoRedefine/>
    <w:rsid w:val="00585335"/>
    <w:pPr>
      <w:ind w:left="1080" w:right="1080"/>
    </w:pPr>
    <w:rPr>
      <w:i/>
    </w:rPr>
  </w:style>
  <w:style w:type="character" w:customStyle="1" w:styleId="hljs-keyword">
    <w:name w:val="hljs-keyword"/>
    <w:basedOn w:val="DefaultParagraphFont"/>
    <w:rsid w:val="00FA05E3"/>
  </w:style>
  <w:style w:type="character" w:customStyle="1" w:styleId="hljs-number">
    <w:name w:val="hljs-number"/>
    <w:basedOn w:val="DefaultParagraphFont"/>
    <w:rsid w:val="00FA05E3"/>
  </w:style>
  <w:style w:type="character" w:customStyle="1" w:styleId="hljs-function">
    <w:name w:val="hljs-function"/>
    <w:basedOn w:val="DefaultParagraphFont"/>
    <w:rsid w:val="006F4EE5"/>
  </w:style>
  <w:style w:type="character" w:customStyle="1" w:styleId="hljs-title">
    <w:name w:val="hljs-title"/>
    <w:basedOn w:val="DefaultParagraphFont"/>
    <w:rsid w:val="006F4EE5"/>
  </w:style>
  <w:style w:type="character" w:customStyle="1" w:styleId="hljs-builtin">
    <w:name w:val="hljs-built_in"/>
    <w:basedOn w:val="DefaultParagraphFont"/>
    <w:rsid w:val="006F4EE5"/>
  </w:style>
  <w:style w:type="character" w:customStyle="1" w:styleId="hljs-string">
    <w:name w:val="hljs-string"/>
    <w:basedOn w:val="DefaultParagraphFont"/>
    <w:rsid w:val="006F4E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index heading" w:uiPriority="99"/>
    <w:lsdException w:name="caption" w:qFormat="1"/>
    <w:lsdException w:name="table of figures" w:uiPriority="99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Top of Form" w:uiPriority="99"/>
    <w:lsdException w:name="HTML Bottom of Form" w:uiPriority="99"/>
    <w:lsdException w:name="Normal Table" w:uiPriority="99"/>
    <w:lsdException w:name="annotation subjec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85335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85335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85335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85335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85335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85335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85335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585335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85335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853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5853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B49E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B49E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B49E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BB49E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BB49E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BB49E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BB49E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BB49E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BB49E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B49EE"/>
    <w:rPr>
      <w:rFonts w:ascii="Arial" w:eastAsia="Times New Roman" w:hAnsi="Arial" w:cs="Arial"/>
    </w:rPr>
  </w:style>
  <w:style w:type="numbering" w:styleId="111111">
    <w:name w:val="Outline List 2"/>
    <w:basedOn w:val="NoList"/>
    <w:semiHidden/>
    <w:rsid w:val="00585335"/>
    <w:pPr>
      <w:numPr>
        <w:numId w:val="13"/>
      </w:numPr>
    </w:pPr>
  </w:style>
  <w:style w:type="numbering" w:styleId="1ai">
    <w:name w:val="Outline List 1"/>
    <w:basedOn w:val="NoList"/>
    <w:semiHidden/>
    <w:rsid w:val="00585335"/>
    <w:pPr>
      <w:numPr>
        <w:numId w:val="14"/>
      </w:numPr>
    </w:pPr>
  </w:style>
  <w:style w:type="numbering" w:styleId="ArticleSection">
    <w:name w:val="Outline List 3"/>
    <w:basedOn w:val="NoList"/>
    <w:semiHidden/>
    <w:rsid w:val="00585335"/>
    <w:pPr>
      <w:numPr>
        <w:numId w:val="15"/>
      </w:numPr>
    </w:pPr>
  </w:style>
  <w:style w:type="paragraph" w:styleId="BlockText">
    <w:name w:val="Block Text"/>
    <w:basedOn w:val="Normal"/>
    <w:semiHidden/>
    <w:rsid w:val="00585335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585335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58533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58533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58533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58533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58533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585335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58533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B49EE"/>
    <w:rPr>
      <w:rFonts w:ascii="Times New Roman" w:eastAsia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semiHidden/>
    <w:rsid w:val="00585335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585335"/>
  </w:style>
  <w:style w:type="character" w:customStyle="1" w:styleId="DateChar">
    <w:name w:val="Date Char"/>
    <w:basedOn w:val="DefaultParagraphFont"/>
    <w:link w:val="Dat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585335"/>
  </w:style>
  <w:style w:type="character" w:customStyle="1" w:styleId="E-mailSignatureChar">
    <w:name w:val="E-mail Signature Char"/>
    <w:basedOn w:val="DefaultParagraphFont"/>
    <w:link w:val="E-mail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qFormat/>
    <w:rsid w:val="00585335"/>
    <w:rPr>
      <w:i/>
      <w:iCs/>
    </w:rPr>
  </w:style>
  <w:style w:type="paragraph" w:styleId="EnvelopeAddress">
    <w:name w:val="envelope address"/>
    <w:basedOn w:val="Normal"/>
    <w:semiHidden/>
    <w:rsid w:val="0058533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585335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585335"/>
    <w:rPr>
      <w:color w:val="800080"/>
      <w:u w:val="single"/>
    </w:rPr>
  </w:style>
  <w:style w:type="character" w:styleId="HTMLAcronym">
    <w:name w:val="HTML Acronym"/>
    <w:basedOn w:val="DefaultParagraphFont"/>
    <w:semiHidden/>
    <w:rsid w:val="00585335"/>
  </w:style>
  <w:style w:type="paragraph" w:styleId="HTMLAddress">
    <w:name w:val="HTML Address"/>
    <w:basedOn w:val="Normal"/>
    <w:link w:val="HTMLAddressChar"/>
    <w:semiHidden/>
    <w:rsid w:val="00585335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BB49EE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585335"/>
    <w:rPr>
      <w:i/>
      <w:iCs/>
    </w:rPr>
  </w:style>
  <w:style w:type="character" w:styleId="HTMLCode">
    <w:name w:val="HTML Code"/>
    <w:basedOn w:val="DefaultParagraphFont"/>
    <w:semiHidden/>
    <w:rsid w:val="0058533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585335"/>
    <w:rPr>
      <w:i/>
      <w:iCs/>
    </w:rPr>
  </w:style>
  <w:style w:type="character" w:styleId="HTMLKeyboard">
    <w:name w:val="HTML Keyboard"/>
    <w:basedOn w:val="DefaultParagraphFont"/>
    <w:semiHidden/>
    <w:rsid w:val="0058533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585335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BB49EE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58533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58533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585335"/>
    <w:rPr>
      <w:i/>
      <w:iCs/>
    </w:rPr>
  </w:style>
  <w:style w:type="character" w:styleId="Hyperlink">
    <w:name w:val="Hyperlink"/>
    <w:basedOn w:val="DefaultParagraphFont"/>
    <w:semiHidden/>
    <w:rsid w:val="00585335"/>
    <w:rPr>
      <w:color w:val="0000FF"/>
      <w:u w:val="single"/>
    </w:rPr>
  </w:style>
  <w:style w:type="character" w:styleId="LineNumber">
    <w:name w:val="line number"/>
    <w:basedOn w:val="DefaultParagraphFont"/>
    <w:semiHidden/>
    <w:rsid w:val="00585335"/>
  </w:style>
  <w:style w:type="paragraph" w:styleId="List">
    <w:name w:val="List"/>
    <w:basedOn w:val="Normal"/>
    <w:semiHidden/>
    <w:rsid w:val="00585335"/>
    <w:pPr>
      <w:ind w:left="360" w:hanging="360"/>
    </w:pPr>
  </w:style>
  <w:style w:type="paragraph" w:styleId="List2">
    <w:name w:val="List 2"/>
    <w:basedOn w:val="Normal"/>
    <w:semiHidden/>
    <w:rsid w:val="00585335"/>
    <w:pPr>
      <w:ind w:left="720" w:hanging="360"/>
    </w:pPr>
  </w:style>
  <w:style w:type="paragraph" w:styleId="List3">
    <w:name w:val="List 3"/>
    <w:basedOn w:val="Normal"/>
    <w:semiHidden/>
    <w:rsid w:val="00585335"/>
    <w:pPr>
      <w:ind w:left="1080" w:hanging="360"/>
    </w:pPr>
  </w:style>
  <w:style w:type="paragraph" w:styleId="List4">
    <w:name w:val="List 4"/>
    <w:basedOn w:val="Normal"/>
    <w:semiHidden/>
    <w:rsid w:val="00585335"/>
    <w:pPr>
      <w:ind w:left="1440" w:hanging="360"/>
    </w:pPr>
  </w:style>
  <w:style w:type="paragraph" w:styleId="List5">
    <w:name w:val="List 5"/>
    <w:basedOn w:val="Normal"/>
    <w:semiHidden/>
    <w:rsid w:val="00585335"/>
    <w:pPr>
      <w:ind w:left="1800" w:hanging="360"/>
    </w:pPr>
  </w:style>
  <w:style w:type="paragraph" w:styleId="ListBullet">
    <w:name w:val="List Bullet"/>
    <w:basedOn w:val="Normal"/>
    <w:autoRedefine/>
    <w:semiHidden/>
    <w:rsid w:val="00585335"/>
    <w:pPr>
      <w:numPr>
        <w:numId w:val="3"/>
      </w:numPr>
    </w:pPr>
  </w:style>
  <w:style w:type="paragraph" w:styleId="ListBullet2">
    <w:name w:val="List Bullet 2"/>
    <w:basedOn w:val="Normal"/>
    <w:autoRedefine/>
    <w:semiHidden/>
    <w:rsid w:val="00585335"/>
    <w:pPr>
      <w:numPr>
        <w:numId w:val="4"/>
      </w:numPr>
    </w:pPr>
  </w:style>
  <w:style w:type="paragraph" w:styleId="ListBullet3">
    <w:name w:val="List Bullet 3"/>
    <w:basedOn w:val="Normal"/>
    <w:autoRedefine/>
    <w:semiHidden/>
    <w:rsid w:val="00585335"/>
    <w:pPr>
      <w:numPr>
        <w:numId w:val="5"/>
      </w:numPr>
    </w:pPr>
  </w:style>
  <w:style w:type="paragraph" w:styleId="ListBullet4">
    <w:name w:val="List Bullet 4"/>
    <w:basedOn w:val="Normal"/>
    <w:autoRedefine/>
    <w:semiHidden/>
    <w:rsid w:val="00585335"/>
    <w:pPr>
      <w:numPr>
        <w:numId w:val="6"/>
      </w:numPr>
    </w:pPr>
  </w:style>
  <w:style w:type="paragraph" w:styleId="ListBullet5">
    <w:name w:val="List Bullet 5"/>
    <w:basedOn w:val="Normal"/>
    <w:autoRedefine/>
    <w:semiHidden/>
    <w:rsid w:val="00585335"/>
    <w:pPr>
      <w:numPr>
        <w:numId w:val="7"/>
      </w:numPr>
    </w:pPr>
  </w:style>
  <w:style w:type="paragraph" w:styleId="ListContinue">
    <w:name w:val="List Continue"/>
    <w:basedOn w:val="Normal"/>
    <w:semiHidden/>
    <w:rsid w:val="00585335"/>
    <w:pPr>
      <w:spacing w:after="120"/>
      <w:ind w:left="360"/>
    </w:pPr>
  </w:style>
  <w:style w:type="paragraph" w:styleId="ListContinue2">
    <w:name w:val="List Continue 2"/>
    <w:basedOn w:val="Normal"/>
    <w:semiHidden/>
    <w:rsid w:val="00585335"/>
    <w:pPr>
      <w:spacing w:after="120"/>
      <w:ind w:left="720"/>
    </w:pPr>
  </w:style>
  <w:style w:type="paragraph" w:styleId="ListContinue3">
    <w:name w:val="List Continue 3"/>
    <w:basedOn w:val="Normal"/>
    <w:semiHidden/>
    <w:rsid w:val="00585335"/>
    <w:pPr>
      <w:spacing w:after="120"/>
      <w:ind w:left="1080"/>
    </w:pPr>
  </w:style>
  <w:style w:type="paragraph" w:styleId="ListContinue4">
    <w:name w:val="List Continue 4"/>
    <w:basedOn w:val="Normal"/>
    <w:semiHidden/>
    <w:rsid w:val="00585335"/>
    <w:pPr>
      <w:spacing w:after="120"/>
      <w:ind w:left="1440"/>
    </w:pPr>
  </w:style>
  <w:style w:type="paragraph" w:styleId="ListContinue5">
    <w:name w:val="List Continue 5"/>
    <w:basedOn w:val="Normal"/>
    <w:semiHidden/>
    <w:rsid w:val="00585335"/>
    <w:pPr>
      <w:spacing w:after="120"/>
      <w:ind w:left="1800"/>
    </w:pPr>
  </w:style>
  <w:style w:type="paragraph" w:styleId="ListNumber">
    <w:name w:val="List Number"/>
    <w:basedOn w:val="Normal"/>
    <w:semiHidden/>
    <w:rsid w:val="00585335"/>
    <w:pPr>
      <w:numPr>
        <w:numId w:val="8"/>
      </w:numPr>
    </w:pPr>
  </w:style>
  <w:style w:type="paragraph" w:styleId="ListNumber2">
    <w:name w:val="List Number 2"/>
    <w:basedOn w:val="Normal"/>
    <w:semiHidden/>
    <w:rsid w:val="00585335"/>
    <w:pPr>
      <w:numPr>
        <w:numId w:val="9"/>
      </w:numPr>
    </w:pPr>
  </w:style>
  <w:style w:type="paragraph" w:styleId="ListNumber3">
    <w:name w:val="List Number 3"/>
    <w:basedOn w:val="Normal"/>
    <w:semiHidden/>
    <w:rsid w:val="00585335"/>
    <w:pPr>
      <w:numPr>
        <w:numId w:val="10"/>
      </w:numPr>
    </w:pPr>
  </w:style>
  <w:style w:type="paragraph" w:styleId="ListNumber4">
    <w:name w:val="List Number 4"/>
    <w:basedOn w:val="Normal"/>
    <w:semiHidden/>
    <w:rsid w:val="00585335"/>
    <w:pPr>
      <w:numPr>
        <w:numId w:val="11"/>
      </w:numPr>
    </w:pPr>
  </w:style>
  <w:style w:type="paragraph" w:styleId="ListNumber5">
    <w:name w:val="List Number 5"/>
    <w:basedOn w:val="Normal"/>
    <w:semiHidden/>
    <w:rsid w:val="00585335"/>
    <w:pPr>
      <w:numPr>
        <w:numId w:val="12"/>
      </w:numPr>
    </w:pPr>
  </w:style>
  <w:style w:type="paragraph" w:styleId="MessageHeader">
    <w:name w:val="Message Header"/>
    <w:basedOn w:val="Normal"/>
    <w:link w:val="MessageHeaderChar"/>
    <w:semiHidden/>
    <w:rsid w:val="005853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B49EE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rsid w:val="00585335"/>
    <w:rPr>
      <w:sz w:val="24"/>
      <w:szCs w:val="24"/>
    </w:rPr>
  </w:style>
  <w:style w:type="paragraph" w:styleId="NormalIndent">
    <w:name w:val="Normal Indent"/>
    <w:basedOn w:val="Normal"/>
    <w:semiHidden/>
    <w:rsid w:val="00585335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585335"/>
  </w:style>
  <w:style w:type="character" w:customStyle="1" w:styleId="NoteHeadingChar">
    <w:name w:val="Note Heading Char"/>
    <w:basedOn w:val="DefaultParagraphFont"/>
    <w:link w:val="NoteHeading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585335"/>
  </w:style>
  <w:style w:type="paragraph" w:styleId="PlainText">
    <w:name w:val="Plain Text"/>
    <w:basedOn w:val="Normal"/>
    <w:link w:val="PlainTextChar"/>
    <w:semiHidden/>
    <w:rsid w:val="00585335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semiHidden/>
    <w:rsid w:val="00BB49EE"/>
    <w:rPr>
      <w:rFonts w:ascii="Courier New" w:eastAsia="Times New Roman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585335"/>
  </w:style>
  <w:style w:type="character" w:customStyle="1" w:styleId="SalutationChar">
    <w:name w:val="Salutation Char"/>
    <w:basedOn w:val="DefaultParagraphFont"/>
    <w:link w:val="Salutation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585335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BB49EE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585335"/>
    <w:rPr>
      <w:b/>
      <w:bCs/>
    </w:rPr>
  </w:style>
  <w:style w:type="paragraph" w:styleId="Subtitle">
    <w:name w:val="Subtitle"/>
    <w:basedOn w:val="Normal"/>
    <w:link w:val="SubtitleChar"/>
    <w:qFormat/>
    <w:rsid w:val="00585335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B49EE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585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58533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B49EE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rsid w:val="005853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hapterTitle">
    <w:name w:val="ChapterTitle"/>
    <w:next w:val="1stPara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stPara">
    <w:name w:val="1st Para"/>
    <w:next w:val="Body"/>
    <w:autoRedefine/>
    <w:rsid w:val="00585335"/>
    <w:pPr>
      <w:spacing w:after="4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First">
    <w:name w:val="BodyFirst"/>
    <w:next w:val="Body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">
    <w:name w:val="Body"/>
    <w:autoRedefine/>
    <w:rsid w:val="00585335"/>
    <w:pPr>
      <w:spacing w:after="0" w:line="360" w:lineRule="auto"/>
      <w:ind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HeadA">
    <w:name w:val="HeadA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HeadB">
    <w:name w:val="HeadB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i/>
      <w:sz w:val="24"/>
      <w:szCs w:val="20"/>
    </w:rPr>
  </w:style>
  <w:style w:type="paragraph" w:customStyle="1" w:styleId="HeadC">
    <w:name w:val="HeadC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CodeA">
    <w:name w:val="CodeA"/>
    <w:next w:val="CodeB"/>
    <w:autoRedefine/>
    <w:rsid w:val="0058533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">
    <w:name w:val="CodeB"/>
    <w:autoRedefine/>
    <w:rsid w:val="00585335"/>
    <w:pPr>
      <w:spacing w:after="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">
    <w:name w:val="CodeC"/>
    <w:next w:val="Body"/>
    <w:autoRedefine/>
    <w:rsid w:val="0058533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">
    <w:name w:val="CodeSingle"/>
    <w:next w:val="Body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Wide">
    <w:name w:val="CodeA Wide"/>
    <w:next w:val="CodeBWide"/>
    <w:autoRedefine/>
    <w:rsid w:val="00585335"/>
    <w:pPr>
      <w:pBdr>
        <w:top w:val="single" w:sz="4" w:space="2" w:color="auto"/>
      </w:pBdr>
      <w:spacing w:before="120"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de">
    <w:name w:val="CodeB Wide"/>
    <w:autoRedefine/>
    <w:rsid w:val="00585335"/>
    <w:pPr>
      <w:spacing w:after="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de">
    <w:name w:val="CodeC Wide"/>
    <w:next w:val="Normal"/>
    <w:autoRedefine/>
    <w:rsid w:val="00585335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de">
    <w:name w:val="CodeSingle Wide"/>
    <w:next w:val="Body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Note">
    <w:name w:val="Note"/>
    <w:next w:val="Body"/>
    <w:autoRedefine/>
    <w:rsid w:val="00585335"/>
    <w:pPr>
      <w:spacing w:before="120" w:after="120" w:line="360" w:lineRule="auto"/>
    </w:pPr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ListPlainA">
    <w:name w:val="List Plain A"/>
    <w:autoRedefine/>
    <w:rsid w:val="00585335"/>
    <w:pPr>
      <w:spacing w:before="120" w:after="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Head">
    <w:name w:val="ListHead"/>
    <w:next w:val="ListBody"/>
    <w:autoRedefine/>
    <w:rsid w:val="00585335"/>
    <w:pPr>
      <w:spacing w:before="120" w:after="0" w:line="36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ListBody">
    <w:name w:val="ListBody"/>
    <w:next w:val="Normal"/>
    <w:autoRedefine/>
    <w:rsid w:val="00585335"/>
    <w:pPr>
      <w:spacing w:after="120" w:line="36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umListA">
    <w:name w:val="NumListA"/>
    <w:next w:val="Normal"/>
    <w:autoRedefine/>
    <w:rsid w:val="0058533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B">
    <w:name w:val="NumListB"/>
    <w:next w:val="Normal"/>
    <w:autoRedefine/>
    <w:rsid w:val="0058533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NumListC">
    <w:name w:val="NumListC"/>
    <w:next w:val="Normal"/>
    <w:autoRedefine/>
    <w:rsid w:val="0058533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 w:val="24"/>
      <w:szCs w:val="20"/>
    </w:rPr>
  </w:style>
  <w:style w:type="paragraph" w:customStyle="1" w:styleId="ListSimple">
    <w:name w:val="ListSimple"/>
    <w:next w:val="Normal"/>
    <w:autoRedefine/>
    <w:rsid w:val="00585335"/>
    <w:pPr>
      <w:spacing w:after="0" w:line="360" w:lineRule="auto"/>
      <w:ind w:left="360" w:firstLine="36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deAIndent">
    <w:name w:val="CodeA Indent"/>
    <w:next w:val="Normal"/>
    <w:autoRedefine/>
    <w:rsid w:val="00585335"/>
    <w:pPr>
      <w:pBdr>
        <w:top w:val="single" w:sz="4" w:space="2" w:color="auto"/>
      </w:pBdr>
      <w:spacing w:before="120"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585335"/>
    <w:pPr>
      <w:spacing w:after="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585335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Indent">
    <w:name w:val="CodeSingle Indent"/>
    <w:next w:val="Normal"/>
    <w:autoRedefine/>
    <w:rsid w:val="00585335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BulletA">
    <w:name w:val="BulletA"/>
    <w:next w:val="Normal"/>
    <w:autoRedefine/>
    <w:rsid w:val="00585335"/>
    <w:pPr>
      <w:spacing w:before="120"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B">
    <w:name w:val="BulletB"/>
    <w:next w:val="Normal"/>
    <w:autoRedefine/>
    <w:rsid w:val="00585335"/>
    <w:pPr>
      <w:spacing w:after="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ulletC">
    <w:name w:val="BulletC"/>
    <w:next w:val="Normal"/>
    <w:autoRedefine/>
    <w:rsid w:val="00585335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 w:val="24"/>
      <w:szCs w:val="20"/>
    </w:rPr>
  </w:style>
  <w:style w:type="paragraph" w:customStyle="1" w:styleId="BlockQuote">
    <w:name w:val="Block Quote"/>
    <w:next w:val="Normal"/>
    <w:autoRedefine/>
    <w:rsid w:val="00585335"/>
    <w:pPr>
      <w:spacing w:before="120" w:after="120" w:line="240" w:lineRule="auto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585335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TableTitle">
    <w:name w:val="Table Title"/>
    <w:next w:val="Normal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TableHeader">
    <w:name w:val="Table Header"/>
    <w:next w:val="Normal"/>
    <w:autoRedefine/>
    <w:rsid w:val="00585335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paragraph" w:customStyle="1" w:styleId="TableBody">
    <w:name w:val="Table Body"/>
    <w:autoRedefine/>
    <w:rsid w:val="00585335"/>
    <w:pPr>
      <w:spacing w:after="0" w:line="360" w:lineRule="auto"/>
    </w:pPr>
    <w:rPr>
      <w:rFonts w:ascii="Futura-Book" w:eastAsia="Times New Roman" w:hAnsi="Futura-Book" w:cs="Times New Roman"/>
      <w:sz w:val="20"/>
      <w:szCs w:val="20"/>
    </w:rPr>
  </w:style>
  <w:style w:type="paragraph" w:customStyle="1" w:styleId="AuthorQuery">
    <w:name w:val="Author Query"/>
    <w:autoRedefine/>
    <w:rsid w:val="00585335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ProductionDirective">
    <w:name w:val="Production Directive"/>
    <w:next w:val="Normal"/>
    <w:autoRedefine/>
    <w:rsid w:val="00585335"/>
    <w:pPr>
      <w:spacing w:before="120" w:after="120" w:line="360" w:lineRule="auto"/>
    </w:pPr>
    <w:rPr>
      <w:rFonts w:ascii="Times New Roman" w:eastAsia="Times New Roman" w:hAnsi="Times New Roman" w:cs="Times New Roman"/>
      <w:smallCaps/>
      <w:color w:val="FF0000"/>
      <w:sz w:val="20"/>
      <w:szCs w:val="20"/>
    </w:rPr>
  </w:style>
  <w:style w:type="character" w:customStyle="1" w:styleId="EmphasisBold">
    <w:name w:val="EmphasisBold"/>
    <w:basedOn w:val="DefaultParagraphFont"/>
    <w:rsid w:val="00585335"/>
    <w:rPr>
      <w:b/>
      <w:color w:val="0000FF"/>
    </w:rPr>
  </w:style>
  <w:style w:type="character" w:customStyle="1" w:styleId="EmphasisItalic">
    <w:name w:val="EmphasisItalic"/>
    <w:basedOn w:val="DefaultParagraphFont"/>
    <w:rsid w:val="00585335"/>
    <w:rPr>
      <w:i/>
      <w:color w:val="0000FF"/>
    </w:rPr>
  </w:style>
  <w:style w:type="character" w:customStyle="1" w:styleId="EmphasisBoldItal">
    <w:name w:val="EmphasisBoldItal"/>
    <w:basedOn w:val="DefaultParagraphFont"/>
    <w:rsid w:val="00585335"/>
    <w:rPr>
      <w:b/>
      <w:i/>
      <w:color w:val="0000FF"/>
    </w:rPr>
  </w:style>
  <w:style w:type="character" w:customStyle="1" w:styleId="EmphasisRevItal">
    <w:name w:val="EmphasisRevItal"/>
    <w:basedOn w:val="DefaultParagraphFont"/>
    <w:rsid w:val="00585335"/>
    <w:rPr>
      <w:color w:val="0000FF"/>
    </w:rPr>
  </w:style>
  <w:style w:type="character" w:customStyle="1" w:styleId="Keycap">
    <w:name w:val="Keycap"/>
    <w:basedOn w:val="DefaultParagraphFont"/>
    <w:rsid w:val="00585335"/>
    <w:rPr>
      <w:smallCaps/>
      <w:color w:val="0000FF"/>
    </w:rPr>
  </w:style>
  <w:style w:type="character" w:customStyle="1" w:styleId="Literal">
    <w:name w:val="Literal"/>
    <w:basedOn w:val="DefaultParagraphFont"/>
    <w:rsid w:val="00585335"/>
    <w:rPr>
      <w:rFonts w:ascii="Courier" w:hAnsi="Courier"/>
      <w:color w:val="0000FF"/>
      <w:sz w:val="20"/>
    </w:rPr>
  </w:style>
  <w:style w:type="character" w:customStyle="1" w:styleId="LiteralBold">
    <w:name w:val="LiteralBold"/>
    <w:basedOn w:val="DefaultParagraphFont"/>
    <w:rsid w:val="00585335"/>
    <w:rPr>
      <w:rFonts w:ascii="Courier" w:hAnsi="Courier"/>
      <w:b/>
      <w:color w:val="0000FF"/>
      <w:sz w:val="20"/>
    </w:rPr>
  </w:style>
  <w:style w:type="character" w:customStyle="1" w:styleId="LiteralItal">
    <w:name w:val="LiteralItal"/>
    <w:basedOn w:val="DefaultParagraphFont"/>
    <w:rsid w:val="00585335"/>
    <w:rPr>
      <w:rFonts w:ascii="Courier" w:hAnsi="Courier"/>
      <w:i/>
      <w:color w:val="0000FF"/>
      <w:sz w:val="20"/>
    </w:rPr>
  </w:style>
  <w:style w:type="character" w:customStyle="1" w:styleId="LiteralBoldItal">
    <w:name w:val="LiteralBoldItal"/>
    <w:basedOn w:val="DefaultParagraphFont"/>
    <w:rsid w:val="00585335"/>
    <w:rPr>
      <w:rFonts w:ascii="Courier" w:hAnsi="Courier"/>
      <w:b/>
      <w:i/>
      <w:color w:val="0000FF"/>
      <w:sz w:val="20"/>
    </w:rPr>
  </w:style>
  <w:style w:type="character" w:customStyle="1" w:styleId="MenuArrow">
    <w:name w:val="MenuArrow"/>
    <w:basedOn w:val="DefaultParagraphFont"/>
    <w:rsid w:val="00585335"/>
    <w:rPr>
      <w:rFonts w:ascii="Webdings" w:hAnsi="Webdings"/>
      <w:color w:val="0000FF"/>
    </w:rPr>
  </w:style>
  <w:style w:type="paragraph" w:customStyle="1" w:styleId="HeadANum">
    <w:name w:val="HeadA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4"/>
      <w:szCs w:val="20"/>
    </w:rPr>
  </w:style>
  <w:style w:type="paragraph" w:customStyle="1" w:styleId="HeadBNum">
    <w:name w:val="HeadB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 w:val="24"/>
      <w:szCs w:val="20"/>
    </w:rPr>
  </w:style>
  <w:style w:type="paragraph" w:customStyle="1" w:styleId="HeadCNum">
    <w:name w:val="HeadCNum"/>
    <w:next w:val="BodyFirst"/>
    <w:autoRedefine/>
    <w:rsid w:val="00585335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customStyle="1" w:styleId="NoteWarning">
    <w:name w:val="Note Warning"/>
    <w:next w:val="Normal"/>
    <w:autoRedefine/>
    <w:rsid w:val="00585335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 w:val="24"/>
      <w:szCs w:val="20"/>
    </w:rPr>
  </w:style>
  <w:style w:type="paragraph" w:customStyle="1" w:styleId="SubBullet">
    <w:name w:val="SubBullet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66"/>
      <w:sz w:val="24"/>
      <w:szCs w:val="20"/>
    </w:rPr>
  </w:style>
  <w:style w:type="paragraph" w:customStyle="1" w:styleId="SubNumberA">
    <w:name w:val="SubNumberA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paragraph" w:customStyle="1" w:styleId="SubNumberB">
    <w:name w:val="SubNumberB"/>
    <w:next w:val="Normal"/>
    <w:autoRedefine/>
    <w:rsid w:val="00585335"/>
    <w:pPr>
      <w:spacing w:after="0" w:line="360" w:lineRule="auto"/>
      <w:ind w:left="1080"/>
    </w:pPr>
    <w:rPr>
      <w:rFonts w:ascii="Times New Roman" w:eastAsia="Times New Roman" w:hAnsi="Times New Roman" w:cs="Times New Roman"/>
      <w:color w:val="003300"/>
      <w:sz w:val="24"/>
      <w:szCs w:val="20"/>
    </w:rPr>
  </w:style>
  <w:style w:type="character" w:customStyle="1" w:styleId="EmphasisItalicBox">
    <w:name w:val="EmphasisItalicBox"/>
    <w:basedOn w:val="EmphasisItalic"/>
    <w:rsid w:val="00585335"/>
    <w:rPr>
      <w:i/>
      <w:color w:val="CC99FF"/>
    </w:rPr>
  </w:style>
  <w:style w:type="character" w:customStyle="1" w:styleId="Wingdings">
    <w:name w:val="Wingdings"/>
    <w:basedOn w:val="DefaultParagraphFont"/>
    <w:rsid w:val="00585335"/>
    <w:rPr>
      <w:rFonts w:ascii="Wingdings 2" w:hAnsi="Wingdings 2"/>
      <w:color w:val="0000FF"/>
      <w:sz w:val="24"/>
    </w:rPr>
  </w:style>
  <w:style w:type="paragraph" w:customStyle="1" w:styleId="ListPlainB">
    <w:name w:val="List Plain B"/>
    <w:autoRedefine/>
    <w:rsid w:val="00585335"/>
    <w:pPr>
      <w:spacing w:after="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paragraph" w:customStyle="1" w:styleId="Listing">
    <w:name w:val="Listing"/>
    <w:next w:val="Body"/>
    <w:autoRedefine/>
    <w:rsid w:val="00585335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Footnote">
    <w:name w:val="Footnote"/>
    <w:autoRedefine/>
    <w:rsid w:val="00585335"/>
    <w:pPr>
      <w:spacing w:after="0"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ListPlainC">
    <w:name w:val="List Plain C"/>
    <w:next w:val="Body"/>
    <w:autoRedefine/>
    <w:rsid w:val="00585335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 w:val="24"/>
      <w:szCs w:val="20"/>
    </w:rPr>
  </w:style>
  <w:style w:type="character" w:customStyle="1" w:styleId="EmphasisRevCaption">
    <w:name w:val="EmphasisRevCaption"/>
    <w:basedOn w:val="DefaultParagraphFont"/>
    <w:rsid w:val="00585335"/>
    <w:rPr>
      <w:i/>
      <w:color w:val="CC99FF"/>
    </w:rPr>
  </w:style>
  <w:style w:type="character" w:customStyle="1" w:styleId="LiteralBox">
    <w:name w:val="LiteralBox"/>
    <w:basedOn w:val="Literal"/>
    <w:rsid w:val="00585335"/>
    <w:rPr>
      <w:rFonts w:ascii="Courier" w:hAnsi="Courier"/>
      <w:color w:val="CC99FF"/>
      <w:sz w:val="20"/>
    </w:rPr>
  </w:style>
  <w:style w:type="character" w:customStyle="1" w:styleId="LiteralFootnote">
    <w:name w:val="LiteralFootnote"/>
    <w:basedOn w:val="LiteralBox"/>
    <w:rsid w:val="00585335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585335"/>
    <w:rPr>
      <w:rFonts w:ascii="Courier" w:hAnsi="Courier"/>
      <w:color w:val="CC99FF"/>
      <w:sz w:val="20"/>
    </w:rPr>
  </w:style>
  <w:style w:type="character" w:customStyle="1" w:styleId="LiteralCaption">
    <w:name w:val="LiteralCaption"/>
    <w:basedOn w:val="LiteralBox"/>
    <w:rsid w:val="00585335"/>
    <w:rPr>
      <w:rFonts w:ascii="Courier" w:hAnsi="Courier"/>
      <w:i/>
      <w:color w:val="CC99FF"/>
      <w:sz w:val="20"/>
    </w:rPr>
  </w:style>
  <w:style w:type="paragraph" w:customStyle="1" w:styleId="HeadBox">
    <w:name w:val="HeadBox"/>
    <w:basedOn w:val="HeadC"/>
    <w:autoRedefine/>
    <w:rsid w:val="00585335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Anchor">
    <w:name w:val="Anchor"/>
    <w:autoRedefine/>
    <w:rsid w:val="00585335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BodyFirstBox">
    <w:name w:val="BodyFirstBox"/>
    <w:basedOn w:val="BodyFirst"/>
    <w:autoRedefine/>
    <w:rsid w:val="00585335"/>
    <w:rPr>
      <w:color w:val="808080"/>
    </w:rPr>
  </w:style>
  <w:style w:type="paragraph" w:customStyle="1" w:styleId="BodyBox">
    <w:name w:val="BodyBox"/>
    <w:basedOn w:val="Body"/>
    <w:rsid w:val="00585335"/>
    <w:rPr>
      <w:color w:val="808080"/>
    </w:rPr>
  </w:style>
  <w:style w:type="paragraph" w:customStyle="1" w:styleId="ListHeadBox">
    <w:name w:val="ListHeadBox"/>
    <w:basedOn w:val="ListHead"/>
    <w:autoRedefine/>
    <w:rsid w:val="00585335"/>
    <w:rPr>
      <w:color w:val="808080"/>
    </w:rPr>
  </w:style>
  <w:style w:type="paragraph" w:customStyle="1" w:styleId="ListBodyBox">
    <w:name w:val="ListBodyBox"/>
    <w:basedOn w:val="ListBody"/>
    <w:autoRedefine/>
    <w:rsid w:val="00585335"/>
    <w:rPr>
      <w:color w:val="808080"/>
    </w:rPr>
  </w:style>
  <w:style w:type="paragraph" w:customStyle="1" w:styleId="NumListABox">
    <w:name w:val="NumListA Box"/>
    <w:basedOn w:val="NumListA"/>
    <w:autoRedefine/>
    <w:rsid w:val="00585335"/>
    <w:rPr>
      <w:color w:val="666699"/>
    </w:rPr>
  </w:style>
  <w:style w:type="paragraph" w:customStyle="1" w:styleId="NumListBBox">
    <w:name w:val="NumListB Box"/>
    <w:basedOn w:val="NumListB"/>
    <w:autoRedefine/>
    <w:rsid w:val="00585335"/>
    <w:rPr>
      <w:color w:val="666699"/>
    </w:rPr>
  </w:style>
  <w:style w:type="paragraph" w:customStyle="1" w:styleId="NumListCBox">
    <w:name w:val="NumListC Box"/>
    <w:basedOn w:val="NumListC"/>
    <w:autoRedefine/>
    <w:rsid w:val="00585335"/>
    <w:rPr>
      <w:color w:val="666699"/>
    </w:rPr>
  </w:style>
  <w:style w:type="paragraph" w:customStyle="1" w:styleId="FootnoteBox">
    <w:name w:val="FootnoteBox"/>
    <w:basedOn w:val="BodyFirstBox"/>
    <w:autoRedefine/>
    <w:rsid w:val="00585335"/>
    <w:rPr>
      <w:sz w:val="20"/>
    </w:rPr>
  </w:style>
  <w:style w:type="paragraph" w:customStyle="1" w:styleId="AnchorSidehead">
    <w:name w:val="Anchor Sidehead"/>
    <w:autoRedefine/>
    <w:rsid w:val="00585335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paragraph" w:customStyle="1" w:styleId="Level3IX">
    <w:name w:val="Level3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GroupTitlesIX">
    <w:name w:val="GroupTitlesIX"/>
    <w:autoRedefine/>
    <w:rsid w:val="00585335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Level2IX">
    <w:name w:val="Level2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Level1IX">
    <w:name w:val="Level1IX"/>
    <w:autoRedefine/>
    <w:rsid w:val="00585335"/>
    <w:pPr>
      <w:suppressAutoHyphens/>
      <w:autoSpaceDE w:val="0"/>
      <w:autoSpaceDN w:val="0"/>
      <w:adjustRightInd w:val="0"/>
      <w:spacing w:after="0"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 w:val="24"/>
      <w:szCs w:val="18"/>
    </w:rPr>
  </w:style>
  <w:style w:type="paragraph" w:customStyle="1" w:styleId="CodeAWingding">
    <w:name w:val="CodeA Wingding"/>
    <w:basedOn w:val="CodeA"/>
    <w:autoRedefine/>
    <w:rsid w:val="00585335"/>
    <w:rPr>
      <w:color w:val="999999"/>
    </w:rPr>
  </w:style>
  <w:style w:type="character" w:customStyle="1" w:styleId="WingdingsSmall">
    <w:name w:val="Wingdings Small"/>
    <w:basedOn w:val="Wingdings"/>
    <w:rsid w:val="00585335"/>
    <w:rPr>
      <w:rFonts w:ascii="Wingdings 2" w:hAnsi="Wingdings 2"/>
      <w:color w:val="99CCFF"/>
      <w:sz w:val="20"/>
    </w:rPr>
  </w:style>
  <w:style w:type="paragraph" w:customStyle="1" w:styleId="CodeBWingding">
    <w:name w:val="CodeB Wingding"/>
    <w:basedOn w:val="CodeB"/>
    <w:next w:val="CodeB"/>
    <w:autoRedefine/>
    <w:rsid w:val="00585335"/>
    <w:rPr>
      <w:color w:val="999999"/>
    </w:rPr>
  </w:style>
  <w:style w:type="paragraph" w:customStyle="1" w:styleId="CodeCWingding">
    <w:name w:val="CodeC Wingding"/>
    <w:basedOn w:val="CodeC"/>
    <w:next w:val="Body"/>
    <w:autoRedefine/>
    <w:rsid w:val="00585335"/>
    <w:rPr>
      <w:color w:val="999999"/>
    </w:rPr>
  </w:style>
  <w:style w:type="paragraph" w:customStyle="1" w:styleId="CodeSingleWingding">
    <w:name w:val="CodeSingle Wingding"/>
    <w:basedOn w:val="CodeSingle"/>
    <w:autoRedefine/>
    <w:rsid w:val="00585335"/>
    <w:rPr>
      <w:color w:val="999999"/>
    </w:rPr>
  </w:style>
  <w:style w:type="character" w:customStyle="1" w:styleId="EmphasisItalicFoot">
    <w:name w:val="EmphasisItalicFoot"/>
    <w:basedOn w:val="EmphasisItalic"/>
    <w:rsid w:val="00585335"/>
    <w:rPr>
      <w:i/>
      <w:color w:val="99CCFF"/>
      <w:sz w:val="16"/>
      <w:szCs w:val="16"/>
    </w:rPr>
  </w:style>
  <w:style w:type="paragraph" w:customStyle="1" w:styleId="Basic">
    <w:name w:val="Basic"/>
    <w:basedOn w:val="Body"/>
    <w:rsid w:val="00585335"/>
  </w:style>
  <w:style w:type="character" w:customStyle="1" w:styleId="Italic">
    <w:name w:val="Italic"/>
    <w:basedOn w:val="EmphasisItalic"/>
    <w:rsid w:val="00585335"/>
    <w:rPr>
      <w:i/>
      <w:color w:val="000000"/>
    </w:rPr>
  </w:style>
  <w:style w:type="paragraph" w:customStyle="1" w:styleId="ListPlainABox">
    <w:name w:val="List Plain A Box"/>
    <w:basedOn w:val="ListPlainA"/>
    <w:autoRedefine/>
    <w:rsid w:val="00585335"/>
    <w:rPr>
      <w:color w:val="CC99FF"/>
    </w:rPr>
  </w:style>
  <w:style w:type="paragraph" w:customStyle="1" w:styleId="ListPlainBBox">
    <w:name w:val="List Plain B Box"/>
    <w:basedOn w:val="ListPlainB"/>
    <w:autoRedefine/>
    <w:rsid w:val="00585335"/>
    <w:rPr>
      <w:color w:val="CC99FF"/>
    </w:rPr>
  </w:style>
  <w:style w:type="paragraph" w:customStyle="1" w:styleId="ListPlainCBox">
    <w:name w:val="List Plain C Box"/>
    <w:basedOn w:val="ListPlainC"/>
    <w:autoRedefine/>
    <w:rsid w:val="00585335"/>
    <w:rPr>
      <w:color w:val="CC99FF"/>
    </w:rPr>
  </w:style>
  <w:style w:type="paragraph" w:customStyle="1" w:styleId="BulletABox">
    <w:name w:val="BulletA Box"/>
    <w:basedOn w:val="BulletA"/>
    <w:autoRedefine/>
    <w:rsid w:val="00585335"/>
    <w:rPr>
      <w:color w:val="33CCCC"/>
    </w:rPr>
  </w:style>
  <w:style w:type="paragraph" w:customStyle="1" w:styleId="BulletBBox">
    <w:name w:val="BulletB Box"/>
    <w:basedOn w:val="BulletB"/>
    <w:autoRedefine/>
    <w:rsid w:val="00585335"/>
    <w:rPr>
      <w:color w:val="33CCCC"/>
    </w:rPr>
  </w:style>
  <w:style w:type="paragraph" w:customStyle="1" w:styleId="BulletCBox">
    <w:name w:val="BulletC Box"/>
    <w:basedOn w:val="BulletC"/>
    <w:autoRedefine/>
    <w:rsid w:val="00585335"/>
    <w:rPr>
      <w:color w:val="33CCCC"/>
    </w:rPr>
  </w:style>
  <w:style w:type="paragraph" w:customStyle="1" w:styleId="CaptionBox">
    <w:name w:val="CaptionBox"/>
    <w:basedOn w:val="Caption"/>
    <w:autoRedefine/>
    <w:rsid w:val="00585335"/>
    <w:rPr>
      <w:color w:val="808080"/>
    </w:rPr>
  </w:style>
  <w:style w:type="character" w:customStyle="1" w:styleId="EmphasisNote">
    <w:name w:val="EmphasisNote"/>
    <w:basedOn w:val="EmphasisRevItal"/>
    <w:rsid w:val="00585335"/>
    <w:rPr>
      <w:color w:val="3366FF"/>
    </w:rPr>
  </w:style>
  <w:style w:type="character" w:customStyle="1" w:styleId="EmphasisBoldBox">
    <w:name w:val="EmphasisBoldBox"/>
    <w:basedOn w:val="EmphasisBold"/>
    <w:rsid w:val="00585335"/>
    <w:rPr>
      <w:b/>
      <w:color w:val="3366FF"/>
    </w:rPr>
  </w:style>
  <w:style w:type="paragraph" w:customStyle="1" w:styleId="Epigraph">
    <w:name w:val="Epigraph"/>
    <w:basedOn w:val="BlockQuote"/>
    <w:autoRedefine/>
    <w:rsid w:val="00585335"/>
    <w:pPr>
      <w:ind w:left="1080" w:right="1080"/>
    </w:pPr>
    <w:rPr>
      <w:i/>
    </w:rPr>
  </w:style>
  <w:style w:type="character" w:customStyle="1" w:styleId="hljs-keyword">
    <w:name w:val="hljs-keyword"/>
    <w:basedOn w:val="DefaultParagraphFont"/>
    <w:rsid w:val="00FA05E3"/>
  </w:style>
  <w:style w:type="character" w:customStyle="1" w:styleId="hljs-number">
    <w:name w:val="hljs-number"/>
    <w:basedOn w:val="DefaultParagraphFont"/>
    <w:rsid w:val="00FA05E3"/>
  </w:style>
  <w:style w:type="character" w:customStyle="1" w:styleId="hljs-function">
    <w:name w:val="hljs-function"/>
    <w:basedOn w:val="DefaultParagraphFont"/>
    <w:rsid w:val="006F4EE5"/>
  </w:style>
  <w:style w:type="character" w:customStyle="1" w:styleId="hljs-title">
    <w:name w:val="hljs-title"/>
    <w:basedOn w:val="DefaultParagraphFont"/>
    <w:rsid w:val="006F4EE5"/>
  </w:style>
  <w:style w:type="character" w:customStyle="1" w:styleId="hljs-builtin">
    <w:name w:val="hljs-built_in"/>
    <w:basedOn w:val="DefaultParagraphFont"/>
    <w:rsid w:val="006F4EE5"/>
  </w:style>
  <w:style w:type="character" w:customStyle="1" w:styleId="hljs-string">
    <w:name w:val="hljs-string"/>
    <w:basedOn w:val="DefaultParagraphFont"/>
    <w:rsid w:val="006F4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595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16887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1177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cha\Google%20Drive\Liz%20NSP\xx%20Useful%20Stuff\Author%20Packet\Word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WordTemplate.dot</Template>
  <TotalTime>2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Chadwick</dc:creator>
  <cp:lastModifiedBy>AnneMarieW</cp:lastModifiedBy>
  <cp:revision>3</cp:revision>
  <dcterms:created xsi:type="dcterms:W3CDTF">2019-01-11T17:52:00Z</dcterms:created>
  <dcterms:modified xsi:type="dcterms:W3CDTF">2019-01-11T17:53:00Z</dcterms:modified>
</cp:coreProperties>
</file>